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03C3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86274B" w:rsidRPr="0086274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86274B" w:rsidRPr="0086274B">
        <w:rPr>
          <w:b/>
          <w:sz w:val="24"/>
        </w:rPr>
        <w:t>BP.271.25.2018.BS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86274B" w:rsidRPr="0086274B">
        <w:rPr>
          <w:b/>
        </w:rPr>
        <w:t>przetarg nieograniczony</w:t>
      </w:r>
      <w:r w:rsidR="00753DC1">
        <w:t xml:space="preserve"> na:</w:t>
      </w:r>
    </w:p>
    <w:p w:rsidR="0000184A" w:rsidRDefault="0086274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86274B">
        <w:rPr>
          <w:b/>
          <w:sz w:val="24"/>
          <w:szCs w:val="24"/>
        </w:rPr>
        <w:t>Modernizacja korytarzy budynku głównego w Szkole Podstawowej nr 6 w Śremie.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86274B" w:rsidRPr="0086274B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86274B" w:rsidRPr="0086274B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86274B" w:rsidRPr="0086274B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8C5" w:rsidRDefault="00AE08C5">
      <w:r>
        <w:separator/>
      </w:r>
    </w:p>
  </w:endnote>
  <w:endnote w:type="continuationSeparator" w:id="0">
    <w:p w:rsidR="00AE08C5" w:rsidRDefault="00AE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03C3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03C3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03C3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74B" w:rsidRDefault="008627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8C5" w:rsidRDefault="00AE08C5">
      <w:r>
        <w:separator/>
      </w:r>
    </w:p>
  </w:footnote>
  <w:footnote w:type="continuationSeparator" w:id="0">
    <w:p w:rsidR="00AE08C5" w:rsidRDefault="00AE08C5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74B" w:rsidRDefault="008627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74B" w:rsidRDefault="0086274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74B" w:rsidRDefault="008627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8C5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6274B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AE08C5"/>
    <w:rsid w:val="00B26102"/>
    <w:rsid w:val="00B45ED4"/>
    <w:rsid w:val="00B54FB4"/>
    <w:rsid w:val="00BE6092"/>
    <w:rsid w:val="00C03C3B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C9137-86E3-414F-8A09-CF46259FD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2018-05-22T09:07:00Z</dcterms:created>
  <dcterms:modified xsi:type="dcterms:W3CDTF">2018-05-22T09:07:00Z</dcterms:modified>
</cp:coreProperties>
</file>